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C3E" w:rsidRDefault="00B22732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  <w:r>
        <w:rPr>
          <w:noProof/>
          <w:sz w:val="18"/>
          <w:szCs w:val="18"/>
        </w:rPr>
        <w:drawing>
          <wp:anchor distT="0" distB="0" distL="114300" distR="114300" simplePos="0" relativeHeight="251663360" behindDoc="0" locked="0" layoutInCell="1" allowOverlap="1" wp14:anchorId="7E8E7814" wp14:editId="3AA19A3E">
            <wp:simplePos x="0" y="0"/>
            <wp:positionH relativeFrom="column">
              <wp:posOffset>2613025</wp:posOffset>
            </wp:positionH>
            <wp:positionV relativeFrom="paragraph">
              <wp:posOffset>-356235</wp:posOffset>
            </wp:positionV>
            <wp:extent cx="515620" cy="621030"/>
            <wp:effectExtent l="0" t="0" r="0" b="7620"/>
            <wp:wrapSquare wrapText="right"/>
            <wp:docPr id="2" name="Рисунок 4" descr="Gerb-kar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-karg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62C3E" w:rsidRDefault="00862C3E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B22732" w:rsidRDefault="00B22732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862C3E" w:rsidRDefault="00862C3E" w:rsidP="00B22732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АДМИНИСТРАЦИЯ ГОРОДА КАРГАТА</w:t>
      </w:r>
    </w:p>
    <w:p w:rsidR="00862C3E" w:rsidRDefault="00862C3E" w:rsidP="00862C3E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Каргатского района Новосибирской области</w:t>
      </w:r>
    </w:p>
    <w:tbl>
      <w:tblPr>
        <w:tblpPr w:leftFromText="180" w:rightFromText="180" w:vertAnchor="text" w:horzAnchor="margin" w:tblpY="193"/>
        <w:tblW w:w="5000" w:type="pct"/>
        <w:tblBorders>
          <w:top w:val="thinThickSmallGap" w:sz="2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862C3E" w:rsidTr="00B22732">
        <w:trPr>
          <w:trHeight w:val="83"/>
        </w:trPr>
        <w:tc>
          <w:tcPr>
            <w:tcW w:w="5000" w:type="pct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862C3E" w:rsidRDefault="00862C3E" w:rsidP="00C11A8F"/>
        </w:tc>
      </w:tr>
    </w:tbl>
    <w:p w:rsidR="00862C3E" w:rsidRDefault="00862C3E" w:rsidP="00862C3E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ПОСТАНОВЛЕНИЕ</w:t>
      </w:r>
    </w:p>
    <w:p w:rsidR="00862C3E" w:rsidRPr="0046190A" w:rsidRDefault="00862C3E" w:rsidP="00862C3E">
      <w:pPr>
        <w:jc w:val="center"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914"/>
        <w:gridCol w:w="5742"/>
        <w:gridCol w:w="1915"/>
      </w:tblGrid>
      <w:tr w:rsidR="00862C3E" w:rsidTr="00C11A8F">
        <w:trPr>
          <w:trHeight w:val="362"/>
        </w:trPr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2C3E" w:rsidRDefault="00862C3E" w:rsidP="00C11A8F">
            <w:pPr>
              <w:tabs>
                <w:tab w:val="left" w:pos="3960"/>
              </w:tabs>
            </w:pPr>
          </w:p>
          <w:p w:rsidR="00862C3E" w:rsidRDefault="00B22732" w:rsidP="00B22732">
            <w:pPr>
              <w:tabs>
                <w:tab w:val="left" w:pos="3960"/>
              </w:tabs>
              <w:jc w:val="center"/>
            </w:pPr>
            <w:r>
              <w:t>21.12.2016</w:t>
            </w:r>
          </w:p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</w:tcPr>
          <w:p w:rsidR="00862C3E" w:rsidRDefault="00862C3E" w:rsidP="00C11A8F">
            <w:pPr>
              <w:tabs>
                <w:tab w:val="left" w:pos="3960"/>
              </w:tabs>
              <w:jc w:val="center"/>
              <w:rPr>
                <w:u w:val="single"/>
              </w:rPr>
            </w:pPr>
            <w:r>
              <w:t>г. Каргат</w:t>
            </w:r>
          </w:p>
          <w:p w:rsidR="00862C3E" w:rsidRDefault="00862C3E" w:rsidP="00C11A8F">
            <w:pPr>
              <w:tabs>
                <w:tab w:val="left" w:pos="3960"/>
              </w:tabs>
              <w:rPr>
                <w:u w:val="single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62C3E" w:rsidRDefault="00862C3E" w:rsidP="00C11A8F">
            <w:pPr>
              <w:tabs>
                <w:tab w:val="left" w:pos="3960"/>
              </w:tabs>
            </w:pPr>
          </w:p>
          <w:p w:rsidR="00862C3E" w:rsidRDefault="00862C3E" w:rsidP="00B22732">
            <w:pPr>
              <w:tabs>
                <w:tab w:val="left" w:pos="3960"/>
              </w:tabs>
              <w:jc w:val="center"/>
            </w:pPr>
            <w:r>
              <w:t>№</w:t>
            </w:r>
            <w:r w:rsidR="00B22732">
              <w:t>585</w:t>
            </w:r>
          </w:p>
        </w:tc>
      </w:tr>
    </w:tbl>
    <w:p w:rsidR="00862C3E" w:rsidRPr="001A19C7" w:rsidRDefault="00862C3E" w:rsidP="00862C3E">
      <w:pPr>
        <w:widowControl w:val="0"/>
        <w:autoSpaceDE w:val="0"/>
        <w:autoSpaceDN w:val="0"/>
        <w:adjustRightInd w:val="0"/>
        <w:jc w:val="both"/>
      </w:pPr>
    </w:p>
    <w:p w:rsidR="00862C3E" w:rsidRPr="001A19C7" w:rsidRDefault="00862C3E" w:rsidP="00862C3E">
      <w:pPr>
        <w:widowControl w:val="0"/>
        <w:autoSpaceDE w:val="0"/>
        <w:autoSpaceDN w:val="0"/>
        <w:adjustRightInd w:val="0"/>
        <w:jc w:val="both"/>
      </w:pPr>
    </w:p>
    <w:p w:rsidR="00862C3E" w:rsidRPr="001A19C7" w:rsidRDefault="00862C3E" w:rsidP="00862C3E">
      <w:pPr>
        <w:widowControl w:val="0"/>
        <w:autoSpaceDE w:val="0"/>
        <w:autoSpaceDN w:val="0"/>
        <w:adjustRightInd w:val="0"/>
        <w:jc w:val="both"/>
      </w:pPr>
    </w:p>
    <w:p w:rsidR="00862C3E" w:rsidRPr="00E12A1B" w:rsidRDefault="00862C3E" w:rsidP="00862C3E">
      <w:r w:rsidRPr="00E12A1B">
        <w:t xml:space="preserve">О формировании фонда капитального ремонта </w:t>
      </w:r>
    </w:p>
    <w:p w:rsidR="00862C3E" w:rsidRPr="002F5F5D" w:rsidRDefault="00862C3E" w:rsidP="00862C3E">
      <w:pPr>
        <w:outlineLvl w:val="0"/>
      </w:pPr>
      <w:r w:rsidRPr="00E12A1B">
        <w:t>на счете регионального оператора</w:t>
      </w:r>
    </w:p>
    <w:p w:rsidR="00862C3E" w:rsidRDefault="00862C3E" w:rsidP="00862C3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862C3E" w:rsidRDefault="00862C3E" w:rsidP="00862C3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862C3E" w:rsidRDefault="00862C3E" w:rsidP="00862C3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862C3E" w:rsidRDefault="00862C3E" w:rsidP="00B22732">
      <w:pPr>
        <w:widowControl w:val="0"/>
        <w:autoSpaceDE w:val="0"/>
        <w:autoSpaceDN w:val="0"/>
        <w:adjustRightInd w:val="0"/>
        <w:ind w:firstLine="357"/>
        <w:jc w:val="both"/>
      </w:pPr>
      <w:proofErr w:type="gramStart"/>
      <w:r>
        <w:t>В соответствии с п. 7 ст. 170 Федерального закона  от 25.12.2012 г. № 271-ФЗ «О внесении изменений в Жилищный кодекс Российской Федерации и отдельные законодательные акты Российской Федерации и признании утратившими силу отдельных положений законодательных актов Российской Федерации», ст. 3 Областного закона Новосибирской области от 05.07.2013 г. № 360-ОЗ «Об организации проведения капитального ремонта общего имущества в многоквартирных домах, расположенных на территории</w:t>
      </w:r>
      <w:proofErr w:type="gramEnd"/>
      <w:r>
        <w:t xml:space="preserve"> Новосибирской области» администрация  города Каргата Каргатского района Новосибирской области</w:t>
      </w:r>
    </w:p>
    <w:p w:rsidR="00862C3E" w:rsidRDefault="009D565D" w:rsidP="00B22732">
      <w:pPr>
        <w:widowControl w:val="0"/>
        <w:autoSpaceDE w:val="0"/>
        <w:autoSpaceDN w:val="0"/>
        <w:adjustRightInd w:val="0"/>
        <w:ind w:firstLine="357"/>
        <w:jc w:val="both"/>
      </w:pPr>
      <w:r>
        <w:t>ПОСТАНОВЛЯЮ</w:t>
      </w:r>
      <w:r w:rsidR="00862C3E">
        <w:t>:</w:t>
      </w:r>
    </w:p>
    <w:p w:rsidR="00862C3E" w:rsidRDefault="00B22732" w:rsidP="00B22732">
      <w:pPr>
        <w:snapToGrid w:val="0"/>
        <w:ind w:firstLine="357"/>
        <w:jc w:val="both"/>
      </w:pPr>
      <w:r>
        <w:t xml:space="preserve">1. </w:t>
      </w:r>
      <w:r w:rsidR="00862C3E">
        <w:t>Формировать Фонд капитального ремонта многоквартирного дома (Приложение 1) на счете Фонда модернизации и развития жилищно-коммунального хозяйства муниципальных образований Новосибирской области (далее – региональный оператор).</w:t>
      </w:r>
    </w:p>
    <w:p w:rsidR="00862C3E" w:rsidRDefault="00B22732" w:rsidP="00B22732">
      <w:pPr>
        <w:snapToGrid w:val="0"/>
        <w:ind w:firstLine="357"/>
        <w:jc w:val="both"/>
      </w:pPr>
      <w:r>
        <w:t xml:space="preserve">2. </w:t>
      </w:r>
      <w:r w:rsidR="00862C3E">
        <w:t>В течение 5-ти дней уведомить регионального оператора о принятом постановлении.</w:t>
      </w:r>
    </w:p>
    <w:p w:rsidR="00862C3E" w:rsidRDefault="00B22732" w:rsidP="00B22732">
      <w:pPr>
        <w:snapToGrid w:val="0"/>
        <w:ind w:firstLine="357"/>
        <w:jc w:val="both"/>
      </w:pPr>
      <w:r>
        <w:t xml:space="preserve">3. </w:t>
      </w:r>
      <w:r w:rsidR="00862C3E">
        <w:t>Опубликовать постановление на официальном сайте.</w:t>
      </w:r>
    </w:p>
    <w:p w:rsidR="00862C3E" w:rsidRDefault="00B22732" w:rsidP="00B22732">
      <w:pPr>
        <w:snapToGrid w:val="0"/>
        <w:ind w:firstLine="357"/>
        <w:jc w:val="both"/>
      </w:pPr>
      <w:r>
        <w:t xml:space="preserve">4. </w:t>
      </w:r>
      <w:proofErr w:type="gramStart"/>
      <w:r w:rsidR="00862C3E">
        <w:t>Контроль за</w:t>
      </w:r>
      <w:proofErr w:type="gramEnd"/>
      <w:r w:rsidR="00862C3E">
        <w:t xml:space="preserve"> выполнением оставляю за собой.</w:t>
      </w:r>
    </w:p>
    <w:p w:rsidR="00862C3E" w:rsidRDefault="00862C3E" w:rsidP="00862C3E">
      <w:pPr>
        <w:widowControl w:val="0"/>
        <w:autoSpaceDE w:val="0"/>
        <w:autoSpaceDN w:val="0"/>
        <w:adjustRightInd w:val="0"/>
        <w:jc w:val="both"/>
      </w:pPr>
    </w:p>
    <w:p w:rsidR="00862C3E" w:rsidRDefault="00862C3E" w:rsidP="00862C3E">
      <w:pPr>
        <w:widowControl w:val="0"/>
        <w:autoSpaceDE w:val="0"/>
        <w:autoSpaceDN w:val="0"/>
        <w:adjustRightInd w:val="0"/>
        <w:jc w:val="both"/>
      </w:pPr>
    </w:p>
    <w:p w:rsidR="00862C3E" w:rsidRDefault="00862C3E" w:rsidP="00862C3E">
      <w:pPr>
        <w:widowControl w:val="0"/>
        <w:autoSpaceDE w:val="0"/>
        <w:autoSpaceDN w:val="0"/>
        <w:adjustRightInd w:val="0"/>
      </w:pPr>
    </w:p>
    <w:p w:rsidR="00862C3E" w:rsidRDefault="00862C3E" w:rsidP="00862C3E">
      <w:pPr>
        <w:widowControl w:val="0"/>
        <w:autoSpaceDE w:val="0"/>
        <w:autoSpaceDN w:val="0"/>
        <w:adjustRightInd w:val="0"/>
      </w:pPr>
    </w:p>
    <w:p w:rsidR="00862C3E" w:rsidRDefault="00862C3E" w:rsidP="00862C3E">
      <w:pPr>
        <w:widowControl w:val="0"/>
        <w:autoSpaceDE w:val="0"/>
        <w:autoSpaceDN w:val="0"/>
        <w:adjustRightInd w:val="0"/>
      </w:pPr>
    </w:p>
    <w:p w:rsidR="00862C3E" w:rsidRDefault="00862C3E" w:rsidP="00862C3E">
      <w:pPr>
        <w:widowControl w:val="0"/>
        <w:autoSpaceDE w:val="0"/>
        <w:autoSpaceDN w:val="0"/>
        <w:adjustRightInd w:val="0"/>
      </w:pPr>
      <w:r>
        <w:t>Глава города Каргата                                                                                                  О.А. Орел</w:t>
      </w:r>
    </w:p>
    <w:p w:rsidR="00862C3E" w:rsidRDefault="00862C3E" w:rsidP="00862C3E"/>
    <w:p w:rsidR="00862C3E" w:rsidRDefault="00862C3E" w:rsidP="00862C3E"/>
    <w:p w:rsidR="00862C3E" w:rsidRDefault="00862C3E" w:rsidP="00862C3E"/>
    <w:p w:rsidR="00862C3E" w:rsidRDefault="00862C3E" w:rsidP="00862C3E"/>
    <w:p w:rsidR="00862C3E" w:rsidRDefault="00862C3E" w:rsidP="00862C3E"/>
    <w:p w:rsidR="00862C3E" w:rsidRDefault="00862C3E" w:rsidP="009D565D">
      <w:pPr>
        <w:rPr>
          <w:sz w:val="18"/>
          <w:szCs w:val="18"/>
        </w:rPr>
      </w:pPr>
    </w:p>
    <w:p w:rsidR="00B22732" w:rsidRDefault="00B22732" w:rsidP="009D565D">
      <w:pPr>
        <w:rPr>
          <w:sz w:val="18"/>
          <w:szCs w:val="18"/>
        </w:rPr>
      </w:pPr>
    </w:p>
    <w:p w:rsidR="00B22732" w:rsidRDefault="00B22732" w:rsidP="009D565D">
      <w:pPr>
        <w:rPr>
          <w:sz w:val="18"/>
          <w:szCs w:val="18"/>
        </w:rPr>
      </w:pPr>
    </w:p>
    <w:p w:rsidR="00B22732" w:rsidRDefault="00B22732" w:rsidP="009D565D">
      <w:pPr>
        <w:rPr>
          <w:sz w:val="18"/>
          <w:szCs w:val="18"/>
        </w:rPr>
      </w:pPr>
    </w:p>
    <w:p w:rsidR="00B22732" w:rsidRDefault="00B22732" w:rsidP="009D565D">
      <w:pPr>
        <w:rPr>
          <w:sz w:val="18"/>
          <w:szCs w:val="18"/>
        </w:rPr>
      </w:pPr>
    </w:p>
    <w:p w:rsidR="00B22732" w:rsidRDefault="00B22732" w:rsidP="009D565D">
      <w:pPr>
        <w:rPr>
          <w:sz w:val="18"/>
          <w:szCs w:val="18"/>
        </w:rPr>
      </w:pPr>
    </w:p>
    <w:p w:rsidR="00B22732" w:rsidRPr="009D565D" w:rsidRDefault="00B22732" w:rsidP="009D565D">
      <w:pPr>
        <w:rPr>
          <w:sz w:val="18"/>
          <w:szCs w:val="18"/>
        </w:rPr>
      </w:pPr>
    </w:p>
    <w:p w:rsidR="009D565D" w:rsidRPr="00980795" w:rsidRDefault="009D565D" w:rsidP="009D565D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980795">
        <w:rPr>
          <w:sz w:val="18"/>
          <w:szCs w:val="18"/>
        </w:rPr>
        <w:t>Барышева Е.В.</w:t>
      </w:r>
    </w:p>
    <w:p w:rsidR="009D565D" w:rsidRDefault="009D565D" w:rsidP="009D565D">
      <w:pPr>
        <w:widowControl w:val="0"/>
        <w:autoSpaceDE w:val="0"/>
        <w:autoSpaceDN w:val="0"/>
        <w:adjustRightInd w:val="0"/>
        <w:rPr>
          <w:sz w:val="18"/>
          <w:szCs w:val="18"/>
        </w:rPr>
      </w:pPr>
      <w:r w:rsidRPr="00980795">
        <w:rPr>
          <w:sz w:val="18"/>
          <w:szCs w:val="18"/>
        </w:rPr>
        <w:t>8(383)6523620</w:t>
      </w:r>
    </w:p>
    <w:p w:rsidR="00862C3E" w:rsidRPr="009D565D" w:rsidRDefault="00862C3E" w:rsidP="009D565D">
      <w:pPr>
        <w:spacing w:after="200"/>
        <w:rPr>
          <w:sz w:val="18"/>
          <w:szCs w:val="18"/>
        </w:rPr>
      </w:pPr>
      <w:r>
        <w:br w:type="page"/>
      </w:r>
    </w:p>
    <w:p w:rsidR="00862C3E" w:rsidRDefault="00862C3E" w:rsidP="00862C3E"/>
    <w:p w:rsidR="00862C3E" w:rsidRPr="00B52FF5" w:rsidRDefault="00862C3E" w:rsidP="00B52FF5">
      <w:pPr>
        <w:jc w:val="right"/>
        <w:rPr>
          <w:sz w:val="20"/>
          <w:szCs w:val="20"/>
        </w:rPr>
      </w:pPr>
      <w:r w:rsidRPr="00B52FF5">
        <w:rPr>
          <w:sz w:val="20"/>
          <w:szCs w:val="20"/>
        </w:rPr>
        <w:t>Приложение №1</w:t>
      </w:r>
    </w:p>
    <w:p w:rsidR="00862C3E" w:rsidRPr="00B52FF5" w:rsidRDefault="00B52FF5" w:rsidP="00B52FF5">
      <w:pPr>
        <w:jc w:val="right"/>
        <w:rPr>
          <w:sz w:val="20"/>
          <w:szCs w:val="20"/>
        </w:rPr>
      </w:pPr>
      <w:r w:rsidRPr="00B52FF5">
        <w:rPr>
          <w:sz w:val="20"/>
          <w:szCs w:val="20"/>
        </w:rPr>
        <w:t>к по</w:t>
      </w:r>
      <w:r w:rsidR="00862C3E" w:rsidRPr="00B52FF5">
        <w:rPr>
          <w:sz w:val="20"/>
          <w:szCs w:val="20"/>
        </w:rPr>
        <w:t xml:space="preserve">становлению администрации города </w:t>
      </w:r>
    </w:p>
    <w:p w:rsidR="00862C3E" w:rsidRPr="00B52FF5" w:rsidRDefault="00862C3E" w:rsidP="00B52FF5">
      <w:pPr>
        <w:jc w:val="right"/>
        <w:rPr>
          <w:sz w:val="20"/>
          <w:szCs w:val="20"/>
        </w:rPr>
      </w:pPr>
      <w:r w:rsidRPr="00B52FF5">
        <w:rPr>
          <w:sz w:val="20"/>
          <w:szCs w:val="20"/>
        </w:rPr>
        <w:t xml:space="preserve">Каргата Каргатского района Новосибирской области </w:t>
      </w:r>
    </w:p>
    <w:p w:rsidR="00862C3E" w:rsidRPr="00B52FF5" w:rsidRDefault="00862C3E" w:rsidP="00B52FF5">
      <w:pPr>
        <w:jc w:val="right"/>
        <w:rPr>
          <w:sz w:val="20"/>
          <w:szCs w:val="20"/>
        </w:rPr>
      </w:pPr>
      <w:r w:rsidRPr="00B52FF5">
        <w:rPr>
          <w:sz w:val="20"/>
          <w:szCs w:val="20"/>
        </w:rPr>
        <w:t xml:space="preserve">от </w:t>
      </w:r>
      <w:r w:rsidR="00B52FF5" w:rsidRPr="00B52FF5">
        <w:rPr>
          <w:sz w:val="20"/>
          <w:szCs w:val="20"/>
        </w:rPr>
        <w:t xml:space="preserve"> 21.12.2016г.</w:t>
      </w:r>
      <w:r w:rsidRPr="00B52FF5">
        <w:rPr>
          <w:sz w:val="20"/>
          <w:szCs w:val="20"/>
        </w:rPr>
        <w:t xml:space="preserve"> №</w:t>
      </w:r>
      <w:r w:rsidR="00B52FF5" w:rsidRPr="00B52FF5">
        <w:rPr>
          <w:sz w:val="20"/>
          <w:szCs w:val="20"/>
        </w:rPr>
        <w:t>585</w:t>
      </w:r>
    </w:p>
    <w:p w:rsidR="00862C3E" w:rsidRDefault="00862C3E" w:rsidP="00862C3E">
      <w:pPr>
        <w:jc w:val="right"/>
      </w:pPr>
    </w:p>
    <w:p w:rsidR="00862C3E" w:rsidRDefault="00862C3E" w:rsidP="00862C3E">
      <w:pPr>
        <w:jc w:val="right"/>
      </w:pPr>
    </w:p>
    <w:p w:rsidR="00862C3E" w:rsidRDefault="00862C3E" w:rsidP="00862C3E">
      <w:pPr>
        <w:jc w:val="right"/>
      </w:pPr>
    </w:p>
    <w:p w:rsidR="00862C3E" w:rsidRDefault="00862C3E" w:rsidP="00862C3E">
      <w:pPr>
        <w:jc w:val="center"/>
      </w:pPr>
      <w:r>
        <w:t xml:space="preserve">Перечень многоквартирных жилых домов города Каргата Каргатского района Новосибирской области </w:t>
      </w:r>
    </w:p>
    <w:p w:rsidR="00862C3E" w:rsidRDefault="00862C3E" w:rsidP="00862C3E">
      <w:pPr>
        <w:jc w:val="center"/>
      </w:pPr>
    </w:p>
    <w:p w:rsidR="00862C3E" w:rsidRDefault="00862C3E" w:rsidP="00862C3E">
      <w:pPr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3"/>
        <w:gridCol w:w="8388"/>
      </w:tblGrid>
      <w:tr w:rsidR="00862C3E" w:rsidTr="00C11A8F">
        <w:tc>
          <w:tcPr>
            <w:tcW w:w="618" w:type="pct"/>
          </w:tcPr>
          <w:p w:rsidR="00862C3E" w:rsidRDefault="00862C3E" w:rsidP="00C11A8F">
            <w:pPr>
              <w:spacing w:line="400" w:lineRule="atLeast"/>
              <w:jc w:val="center"/>
            </w:pPr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4382" w:type="pct"/>
          </w:tcPr>
          <w:p w:rsidR="00862C3E" w:rsidRDefault="00862C3E" w:rsidP="00C11A8F">
            <w:pPr>
              <w:spacing w:line="400" w:lineRule="atLeast"/>
              <w:jc w:val="center"/>
            </w:pPr>
            <w:r>
              <w:t>улица и номер жилого дома</w:t>
            </w:r>
          </w:p>
        </w:tc>
      </w:tr>
      <w:tr w:rsidR="00862C3E" w:rsidTr="00C11A8F">
        <w:tc>
          <w:tcPr>
            <w:tcW w:w="618" w:type="pct"/>
          </w:tcPr>
          <w:p w:rsidR="00862C3E" w:rsidRDefault="00862C3E" w:rsidP="00C11A8F">
            <w:pPr>
              <w:spacing w:line="400" w:lineRule="atLeast"/>
              <w:jc w:val="center"/>
            </w:pPr>
            <w:r>
              <w:t>1</w:t>
            </w:r>
          </w:p>
        </w:tc>
        <w:tc>
          <w:tcPr>
            <w:tcW w:w="4382" w:type="pct"/>
          </w:tcPr>
          <w:p w:rsidR="00862C3E" w:rsidRPr="00862C3E" w:rsidRDefault="00862C3E" w:rsidP="00862C3E">
            <w:pPr>
              <w:spacing w:line="400" w:lineRule="atLeast"/>
            </w:pPr>
            <w:proofErr w:type="spellStart"/>
            <w:r>
              <w:t>ул</w:t>
            </w:r>
            <w:proofErr w:type="gramStart"/>
            <w:r>
              <w:t>.С</w:t>
            </w:r>
            <w:proofErr w:type="gramEnd"/>
            <w:r>
              <w:t>оветская</w:t>
            </w:r>
            <w:proofErr w:type="spellEnd"/>
            <w:r>
              <w:t>, №363</w:t>
            </w:r>
          </w:p>
        </w:tc>
      </w:tr>
      <w:tr w:rsidR="00862C3E" w:rsidTr="00C11A8F">
        <w:tc>
          <w:tcPr>
            <w:tcW w:w="618" w:type="pct"/>
          </w:tcPr>
          <w:p w:rsidR="00862C3E" w:rsidRDefault="00862C3E" w:rsidP="00C11A8F">
            <w:pPr>
              <w:spacing w:line="400" w:lineRule="atLeast"/>
              <w:jc w:val="center"/>
            </w:pPr>
            <w:r>
              <w:t>2</w:t>
            </w:r>
          </w:p>
        </w:tc>
        <w:tc>
          <w:tcPr>
            <w:tcW w:w="4382" w:type="pct"/>
          </w:tcPr>
          <w:p w:rsidR="00862C3E" w:rsidRDefault="00862C3E" w:rsidP="00862C3E">
            <w:pPr>
              <w:spacing w:line="400" w:lineRule="atLeast"/>
            </w:pPr>
            <w:proofErr w:type="spellStart"/>
            <w:r w:rsidRPr="00924B52">
              <w:t>ул</w:t>
            </w:r>
            <w:proofErr w:type="gramStart"/>
            <w:r w:rsidRPr="00924B52">
              <w:t>.</w:t>
            </w:r>
            <w:r>
              <w:t>О</w:t>
            </w:r>
            <w:proofErr w:type="gramEnd"/>
            <w:r>
              <w:t>стровского</w:t>
            </w:r>
            <w:proofErr w:type="spellEnd"/>
            <w:r w:rsidRPr="00924B52">
              <w:t xml:space="preserve">, </w:t>
            </w:r>
            <w:r>
              <w:t>№1</w:t>
            </w:r>
          </w:p>
        </w:tc>
      </w:tr>
    </w:tbl>
    <w:p w:rsidR="00862C3E" w:rsidRDefault="00862C3E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</w:p>
    <w:p w:rsidR="009D565D" w:rsidRDefault="009D565D" w:rsidP="00980795">
      <w:pPr>
        <w:widowControl w:val="0"/>
        <w:autoSpaceDE w:val="0"/>
        <w:autoSpaceDN w:val="0"/>
        <w:adjustRightInd w:val="0"/>
        <w:rPr>
          <w:sz w:val="18"/>
          <w:szCs w:val="18"/>
        </w:rPr>
      </w:pPr>
      <w:bookmarkStart w:id="0" w:name="_GoBack"/>
      <w:bookmarkEnd w:id="0"/>
    </w:p>
    <w:sectPr w:rsidR="009D565D" w:rsidSect="00BD5BC9">
      <w:headerReference w:type="default" r:id="rId9"/>
      <w:footerReference w:type="first" r:id="rId1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4AB" w:rsidRDefault="002C74AB" w:rsidP="00C72A05">
      <w:r>
        <w:separator/>
      </w:r>
    </w:p>
  </w:endnote>
  <w:endnote w:type="continuationSeparator" w:id="0">
    <w:p w:rsidR="002C74AB" w:rsidRDefault="002C74AB" w:rsidP="00C72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1E0" w:rsidRPr="00602AEA" w:rsidRDefault="002C74AB" w:rsidP="00DE51E0">
    <w:pPr>
      <w:pStyle w:val="a6"/>
      <w:rPr>
        <w:sz w:val="25"/>
        <w:szCs w:val="25"/>
        <w:lang w:val="en-US"/>
      </w:rPr>
    </w:pPr>
  </w:p>
  <w:p w:rsidR="00DE51E0" w:rsidRPr="00602AEA" w:rsidRDefault="002C74AB">
    <w:pPr>
      <w:pStyle w:val="a6"/>
      <w:rPr>
        <w:sz w:val="25"/>
        <w:szCs w:val="2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4AB" w:rsidRDefault="002C74AB" w:rsidP="00C72A05">
      <w:r>
        <w:separator/>
      </w:r>
    </w:p>
  </w:footnote>
  <w:footnote w:type="continuationSeparator" w:id="0">
    <w:p w:rsidR="002C74AB" w:rsidRDefault="002C74AB" w:rsidP="00C72A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CFC" w:rsidRPr="00602AEA" w:rsidRDefault="002C74AB" w:rsidP="000B5C25">
    <w:pPr>
      <w:pStyle w:val="a4"/>
      <w:framePr w:wrap="auto" w:vAnchor="text" w:hAnchor="margin" w:xAlign="center" w:y="1"/>
      <w:rPr>
        <w:rStyle w:val="a8"/>
        <w:sz w:val="18"/>
        <w:szCs w:val="18"/>
      </w:rPr>
    </w:pPr>
  </w:p>
  <w:p w:rsidR="003A3CFC" w:rsidRPr="00602AEA" w:rsidRDefault="002C74AB">
    <w:pPr>
      <w:pStyle w:val="a4"/>
      <w:rPr>
        <w:sz w:val="25"/>
        <w:szCs w:val="25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43616"/>
    <w:multiLevelType w:val="hybridMultilevel"/>
    <w:tmpl w:val="A8400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36942"/>
    <w:multiLevelType w:val="hybridMultilevel"/>
    <w:tmpl w:val="A8400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267804"/>
    <w:multiLevelType w:val="hybridMultilevel"/>
    <w:tmpl w:val="FA8C5AE0"/>
    <w:lvl w:ilvl="0" w:tplc="635AE880">
      <w:start w:val="2"/>
      <w:numFmt w:val="decimal"/>
      <w:lvlText w:val="%1."/>
      <w:lvlJc w:val="left"/>
      <w:pPr>
        <w:ind w:left="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6" w:hanging="360"/>
      </w:pPr>
    </w:lvl>
    <w:lvl w:ilvl="2" w:tplc="0419001B" w:tentative="1">
      <w:start w:val="1"/>
      <w:numFmt w:val="lowerRoman"/>
      <w:lvlText w:val="%3."/>
      <w:lvlJc w:val="right"/>
      <w:pPr>
        <w:ind w:left="1936" w:hanging="180"/>
      </w:pPr>
    </w:lvl>
    <w:lvl w:ilvl="3" w:tplc="0419000F" w:tentative="1">
      <w:start w:val="1"/>
      <w:numFmt w:val="decimal"/>
      <w:lvlText w:val="%4."/>
      <w:lvlJc w:val="left"/>
      <w:pPr>
        <w:ind w:left="2656" w:hanging="360"/>
      </w:pPr>
    </w:lvl>
    <w:lvl w:ilvl="4" w:tplc="04190019" w:tentative="1">
      <w:start w:val="1"/>
      <w:numFmt w:val="lowerLetter"/>
      <w:lvlText w:val="%5."/>
      <w:lvlJc w:val="left"/>
      <w:pPr>
        <w:ind w:left="3376" w:hanging="360"/>
      </w:pPr>
    </w:lvl>
    <w:lvl w:ilvl="5" w:tplc="0419001B" w:tentative="1">
      <w:start w:val="1"/>
      <w:numFmt w:val="lowerRoman"/>
      <w:lvlText w:val="%6."/>
      <w:lvlJc w:val="right"/>
      <w:pPr>
        <w:ind w:left="4096" w:hanging="180"/>
      </w:pPr>
    </w:lvl>
    <w:lvl w:ilvl="6" w:tplc="0419000F" w:tentative="1">
      <w:start w:val="1"/>
      <w:numFmt w:val="decimal"/>
      <w:lvlText w:val="%7."/>
      <w:lvlJc w:val="left"/>
      <w:pPr>
        <w:ind w:left="4816" w:hanging="360"/>
      </w:pPr>
    </w:lvl>
    <w:lvl w:ilvl="7" w:tplc="04190019" w:tentative="1">
      <w:start w:val="1"/>
      <w:numFmt w:val="lowerLetter"/>
      <w:lvlText w:val="%8."/>
      <w:lvlJc w:val="left"/>
      <w:pPr>
        <w:ind w:left="5536" w:hanging="360"/>
      </w:pPr>
    </w:lvl>
    <w:lvl w:ilvl="8" w:tplc="0419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3">
    <w:nsid w:val="22233FC3"/>
    <w:multiLevelType w:val="hybridMultilevel"/>
    <w:tmpl w:val="A8400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8D6D1F"/>
    <w:multiLevelType w:val="hybridMultilevel"/>
    <w:tmpl w:val="FFBED6D6"/>
    <w:lvl w:ilvl="0" w:tplc="1B0628A8">
      <w:start w:val="1"/>
      <w:numFmt w:val="decimal"/>
      <w:lvlText w:val="%1."/>
      <w:lvlJc w:val="left"/>
      <w:pPr>
        <w:ind w:left="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6" w:hanging="360"/>
      </w:pPr>
    </w:lvl>
    <w:lvl w:ilvl="2" w:tplc="0419001B" w:tentative="1">
      <w:start w:val="1"/>
      <w:numFmt w:val="lowerRoman"/>
      <w:lvlText w:val="%3."/>
      <w:lvlJc w:val="right"/>
      <w:pPr>
        <w:ind w:left="1936" w:hanging="180"/>
      </w:pPr>
    </w:lvl>
    <w:lvl w:ilvl="3" w:tplc="0419000F" w:tentative="1">
      <w:start w:val="1"/>
      <w:numFmt w:val="decimal"/>
      <w:lvlText w:val="%4."/>
      <w:lvlJc w:val="left"/>
      <w:pPr>
        <w:ind w:left="2656" w:hanging="360"/>
      </w:pPr>
    </w:lvl>
    <w:lvl w:ilvl="4" w:tplc="04190019" w:tentative="1">
      <w:start w:val="1"/>
      <w:numFmt w:val="lowerLetter"/>
      <w:lvlText w:val="%5."/>
      <w:lvlJc w:val="left"/>
      <w:pPr>
        <w:ind w:left="3376" w:hanging="360"/>
      </w:pPr>
    </w:lvl>
    <w:lvl w:ilvl="5" w:tplc="0419001B" w:tentative="1">
      <w:start w:val="1"/>
      <w:numFmt w:val="lowerRoman"/>
      <w:lvlText w:val="%6."/>
      <w:lvlJc w:val="right"/>
      <w:pPr>
        <w:ind w:left="4096" w:hanging="180"/>
      </w:pPr>
    </w:lvl>
    <w:lvl w:ilvl="6" w:tplc="0419000F" w:tentative="1">
      <w:start w:val="1"/>
      <w:numFmt w:val="decimal"/>
      <w:lvlText w:val="%7."/>
      <w:lvlJc w:val="left"/>
      <w:pPr>
        <w:ind w:left="4816" w:hanging="360"/>
      </w:pPr>
    </w:lvl>
    <w:lvl w:ilvl="7" w:tplc="04190019" w:tentative="1">
      <w:start w:val="1"/>
      <w:numFmt w:val="lowerLetter"/>
      <w:lvlText w:val="%8."/>
      <w:lvlJc w:val="left"/>
      <w:pPr>
        <w:ind w:left="5536" w:hanging="360"/>
      </w:pPr>
    </w:lvl>
    <w:lvl w:ilvl="8" w:tplc="0419001B" w:tentative="1">
      <w:start w:val="1"/>
      <w:numFmt w:val="lowerRoman"/>
      <w:lvlText w:val="%9."/>
      <w:lvlJc w:val="right"/>
      <w:pPr>
        <w:ind w:left="6256" w:hanging="180"/>
      </w:pPr>
    </w:lvl>
  </w:abstractNum>
  <w:abstractNum w:abstractNumId="5">
    <w:nsid w:val="373D6C16"/>
    <w:multiLevelType w:val="hybridMultilevel"/>
    <w:tmpl w:val="A8400F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512931"/>
    <w:multiLevelType w:val="hybridMultilevel"/>
    <w:tmpl w:val="C45442E4"/>
    <w:lvl w:ilvl="0" w:tplc="52B41642">
      <w:start w:val="1"/>
      <w:numFmt w:val="decimal"/>
      <w:lvlText w:val="%1."/>
      <w:lvlJc w:val="left"/>
      <w:pPr>
        <w:ind w:left="7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BBD"/>
    <w:rsid w:val="000304B0"/>
    <w:rsid w:val="000E52FA"/>
    <w:rsid w:val="00136153"/>
    <w:rsid w:val="00136FEC"/>
    <w:rsid w:val="0018303B"/>
    <w:rsid w:val="001A54FC"/>
    <w:rsid w:val="001E5486"/>
    <w:rsid w:val="00200FEA"/>
    <w:rsid w:val="00206C7E"/>
    <w:rsid w:val="00265FC7"/>
    <w:rsid w:val="002A52AE"/>
    <w:rsid w:val="002C74AB"/>
    <w:rsid w:val="002E4D4C"/>
    <w:rsid w:val="0033641F"/>
    <w:rsid w:val="003440C8"/>
    <w:rsid w:val="00394DA1"/>
    <w:rsid w:val="003A0E3C"/>
    <w:rsid w:val="003B524D"/>
    <w:rsid w:val="003D2552"/>
    <w:rsid w:val="003E1FC3"/>
    <w:rsid w:val="003F2251"/>
    <w:rsid w:val="0042489B"/>
    <w:rsid w:val="0046190A"/>
    <w:rsid w:val="004921D5"/>
    <w:rsid w:val="0049546A"/>
    <w:rsid w:val="004B12F1"/>
    <w:rsid w:val="004C05AF"/>
    <w:rsid w:val="00525AFA"/>
    <w:rsid w:val="00530BBF"/>
    <w:rsid w:val="0053274E"/>
    <w:rsid w:val="005616B2"/>
    <w:rsid w:val="005E1725"/>
    <w:rsid w:val="005F442A"/>
    <w:rsid w:val="0064604D"/>
    <w:rsid w:val="0067397C"/>
    <w:rsid w:val="006A6810"/>
    <w:rsid w:val="006D0288"/>
    <w:rsid w:val="007A5484"/>
    <w:rsid w:val="007A6A5B"/>
    <w:rsid w:val="007E72A9"/>
    <w:rsid w:val="00833FA1"/>
    <w:rsid w:val="0085033B"/>
    <w:rsid w:val="008503B8"/>
    <w:rsid w:val="00862C3E"/>
    <w:rsid w:val="008670F9"/>
    <w:rsid w:val="008E1F80"/>
    <w:rsid w:val="00930ABE"/>
    <w:rsid w:val="00934CA7"/>
    <w:rsid w:val="00952A9C"/>
    <w:rsid w:val="00966116"/>
    <w:rsid w:val="00980795"/>
    <w:rsid w:val="009819B0"/>
    <w:rsid w:val="009D565D"/>
    <w:rsid w:val="00A30C28"/>
    <w:rsid w:val="00A43ECB"/>
    <w:rsid w:val="00A65BB8"/>
    <w:rsid w:val="00A85BBD"/>
    <w:rsid w:val="00A92929"/>
    <w:rsid w:val="00AA68A4"/>
    <w:rsid w:val="00B22732"/>
    <w:rsid w:val="00B26808"/>
    <w:rsid w:val="00B42AE5"/>
    <w:rsid w:val="00B47BCB"/>
    <w:rsid w:val="00B5188C"/>
    <w:rsid w:val="00B52FF5"/>
    <w:rsid w:val="00B61251"/>
    <w:rsid w:val="00BC2CCC"/>
    <w:rsid w:val="00BD5BC9"/>
    <w:rsid w:val="00BF7350"/>
    <w:rsid w:val="00C461CE"/>
    <w:rsid w:val="00C72A05"/>
    <w:rsid w:val="00C73866"/>
    <w:rsid w:val="00CA06AD"/>
    <w:rsid w:val="00CA5E4F"/>
    <w:rsid w:val="00CB3193"/>
    <w:rsid w:val="00D242DF"/>
    <w:rsid w:val="00D83785"/>
    <w:rsid w:val="00DE2CD7"/>
    <w:rsid w:val="00DE7177"/>
    <w:rsid w:val="00E12A1B"/>
    <w:rsid w:val="00E70569"/>
    <w:rsid w:val="00ED49F6"/>
    <w:rsid w:val="00F014FA"/>
    <w:rsid w:val="00F04C5E"/>
    <w:rsid w:val="00F2508D"/>
    <w:rsid w:val="00F72B42"/>
    <w:rsid w:val="00F90568"/>
    <w:rsid w:val="00FC4ABE"/>
    <w:rsid w:val="00FD309C"/>
    <w:rsid w:val="00FF0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6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3193"/>
    <w:pPr>
      <w:ind w:left="720"/>
      <w:contextualSpacing/>
    </w:pPr>
  </w:style>
  <w:style w:type="paragraph" w:styleId="a4">
    <w:name w:val="header"/>
    <w:basedOn w:val="a"/>
    <w:link w:val="a5"/>
    <w:rsid w:val="00E12A1B"/>
    <w:pPr>
      <w:tabs>
        <w:tab w:val="center" w:pos="4677"/>
        <w:tab w:val="right" w:pos="9355"/>
      </w:tabs>
      <w:snapToGrid w:val="0"/>
    </w:pPr>
    <w:rPr>
      <w:sz w:val="28"/>
      <w:szCs w:val="28"/>
    </w:rPr>
  </w:style>
  <w:style w:type="character" w:customStyle="1" w:styleId="a5">
    <w:name w:val="Верхний колонтитул Знак"/>
    <w:basedOn w:val="a0"/>
    <w:link w:val="a4"/>
    <w:rsid w:val="00E12A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rsid w:val="00E12A1B"/>
    <w:pPr>
      <w:tabs>
        <w:tab w:val="center" w:pos="4677"/>
        <w:tab w:val="right" w:pos="9355"/>
      </w:tabs>
      <w:snapToGrid w:val="0"/>
    </w:pPr>
    <w:rPr>
      <w:sz w:val="28"/>
      <w:szCs w:val="28"/>
    </w:rPr>
  </w:style>
  <w:style w:type="character" w:customStyle="1" w:styleId="a7">
    <w:name w:val="Нижний колонтитул Знак"/>
    <w:basedOn w:val="a0"/>
    <w:link w:val="a6"/>
    <w:rsid w:val="00E12A1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age number"/>
    <w:basedOn w:val="a0"/>
    <w:rsid w:val="00E12A1B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6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3193"/>
    <w:pPr>
      <w:ind w:left="720"/>
      <w:contextualSpacing/>
    </w:pPr>
  </w:style>
  <w:style w:type="paragraph" w:styleId="a4">
    <w:name w:val="header"/>
    <w:basedOn w:val="a"/>
    <w:link w:val="a5"/>
    <w:rsid w:val="00E12A1B"/>
    <w:pPr>
      <w:tabs>
        <w:tab w:val="center" w:pos="4677"/>
        <w:tab w:val="right" w:pos="9355"/>
      </w:tabs>
      <w:snapToGrid w:val="0"/>
    </w:pPr>
    <w:rPr>
      <w:sz w:val="28"/>
      <w:szCs w:val="28"/>
    </w:rPr>
  </w:style>
  <w:style w:type="character" w:customStyle="1" w:styleId="a5">
    <w:name w:val="Верхний колонтитул Знак"/>
    <w:basedOn w:val="a0"/>
    <w:link w:val="a4"/>
    <w:rsid w:val="00E12A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rsid w:val="00E12A1B"/>
    <w:pPr>
      <w:tabs>
        <w:tab w:val="center" w:pos="4677"/>
        <w:tab w:val="right" w:pos="9355"/>
      </w:tabs>
      <w:snapToGrid w:val="0"/>
    </w:pPr>
    <w:rPr>
      <w:sz w:val="28"/>
      <w:szCs w:val="28"/>
    </w:rPr>
  </w:style>
  <w:style w:type="character" w:customStyle="1" w:styleId="a7">
    <w:name w:val="Нижний колонтитул Знак"/>
    <w:basedOn w:val="a0"/>
    <w:link w:val="a6"/>
    <w:rsid w:val="00E12A1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page number"/>
    <w:basedOn w:val="a0"/>
    <w:rsid w:val="00E12A1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ffice\AppData\Roaming\Microsoft\&#1064;&#1072;&#1073;&#1083;&#1086;&#1085;&#1099;\&#1055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2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Office</cp:lastModifiedBy>
  <cp:revision>3</cp:revision>
  <cp:lastPrinted>2016-12-22T02:17:00Z</cp:lastPrinted>
  <dcterms:created xsi:type="dcterms:W3CDTF">2016-12-22T02:16:00Z</dcterms:created>
  <dcterms:modified xsi:type="dcterms:W3CDTF">2016-12-22T02:18:00Z</dcterms:modified>
</cp:coreProperties>
</file>